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XSpec="center" w:tblpY="12"/>
        <w:tblW w:w="16080" w:type="dxa"/>
        <w:tblCellMar>
          <w:left w:w="0" w:type="dxa"/>
          <w:right w:w="0" w:type="dxa"/>
        </w:tblCellMar>
        <w:tblLook w:val="00A0"/>
      </w:tblPr>
      <w:tblGrid>
        <w:gridCol w:w="1060"/>
        <w:gridCol w:w="8860"/>
        <w:gridCol w:w="3220"/>
        <w:gridCol w:w="960"/>
        <w:gridCol w:w="1980"/>
      </w:tblGrid>
      <w:tr w:rsidR="004F58A9" w:rsidRPr="001456CD">
        <w:trPr>
          <w:trHeight w:val="465"/>
        </w:trPr>
        <w:tc>
          <w:tcPr>
            <w:tcW w:w="16080" w:type="dxa"/>
            <w:gridSpan w:val="5"/>
            <w:shd w:val="clear" w:color="auto" w:fill="F7964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F58A9" w:rsidRPr="001456CD" w:rsidRDefault="004F58A9" w:rsidP="000149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</w:pPr>
            <w:r w:rsidRPr="001456CD">
              <w:rPr>
                <w:b/>
                <w:bCs/>
                <w:color w:val="000000"/>
                <w:sz w:val="36"/>
                <w:szCs w:val="36"/>
              </w:rPr>
              <w:t>SGS GAZİANTEP SEMİNER TAKVİMİ</w:t>
            </w:r>
          </w:p>
        </w:tc>
      </w:tr>
      <w:tr w:rsidR="004F58A9" w:rsidRPr="001456CD">
        <w:trPr>
          <w:trHeight w:val="465"/>
        </w:trPr>
        <w:tc>
          <w:tcPr>
            <w:tcW w:w="16080" w:type="dxa"/>
            <w:gridSpan w:val="5"/>
            <w:shd w:val="clear" w:color="auto" w:fill="F7964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F58A9" w:rsidRPr="001456CD" w:rsidRDefault="004F58A9" w:rsidP="000149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</w:pPr>
            <w:r w:rsidRPr="001456CD">
              <w:rPr>
                <w:b/>
                <w:bCs/>
                <w:color w:val="000000"/>
                <w:sz w:val="36"/>
                <w:szCs w:val="36"/>
              </w:rPr>
              <w:t>(EKİM-KASIM-ARALIK 2013)</w:t>
            </w:r>
          </w:p>
        </w:tc>
      </w:tr>
      <w:tr w:rsidR="004F58A9" w:rsidRPr="001456CD">
        <w:trPr>
          <w:trHeight w:val="315"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D8D8D8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u w:val="single"/>
              </w:rPr>
            </w:pPr>
            <w:r w:rsidRPr="001456CD">
              <w:rPr>
                <w:b/>
                <w:bCs/>
                <w:color w:val="000000"/>
                <w:sz w:val="24"/>
                <w:szCs w:val="24"/>
                <w:u w:val="single"/>
              </w:rPr>
              <w:t>EKİM</w:t>
            </w:r>
          </w:p>
        </w:tc>
        <w:tc>
          <w:tcPr>
            <w:tcW w:w="8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8D8D8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r w:rsidRPr="001456CD">
              <w:rPr>
                <w:b/>
                <w:bCs/>
                <w:color w:val="000000"/>
                <w:u w:val="single"/>
              </w:rPr>
              <w:t>SEMİNER</w:t>
            </w:r>
          </w:p>
        </w:tc>
        <w:tc>
          <w:tcPr>
            <w:tcW w:w="3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8D8D8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r w:rsidRPr="001456CD">
              <w:rPr>
                <w:b/>
                <w:bCs/>
                <w:color w:val="000000"/>
                <w:u w:val="single"/>
              </w:rPr>
              <w:t xml:space="preserve">TARİH 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8D8D8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r w:rsidRPr="001456CD">
              <w:rPr>
                <w:b/>
                <w:bCs/>
                <w:color w:val="000000"/>
                <w:u w:val="single"/>
              </w:rPr>
              <w:t>GÜN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8D8D8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r w:rsidRPr="001456CD">
              <w:rPr>
                <w:b/>
                <w:bCs/>
                <w:color w:val="000000"/>
                <w:u w:val="single"/>
              </w:rPr>
              <w:t>ÜCRET</w:t>
            </w:r>
          </w:p>
        </w:tc>
      </w:tr>
      <w:tr w:rsidR="004F58A9" w:rsidRPr="001456CD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u w:val="single"/>
              </w:rPr>
            </w:pPr>
            <w:r w:rsidRPr="001456CD">
              <w:rPr>
                <w:b/>
                <w:bCs/>
                <w:color w:val="000000"/>
                <w:sz w:val="24"/>
                <w:szCs w:val="24"/>
                <w:u w:val="single"/>
              </w:rPr>
              <w:t>1</w:t>
            </w:r>
          </w:p>
        </w:tc>
        <w:tc>
          <w:tcPr>
            <w:tcW w:w="8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sz w:val="22"/>
                <w:szCs w:val="22"/>
              </w:rPr>
            </w:pPr>
            <w:r w:rsidRPr="001456CD">
              <w:t>ISO 17025 LABORATUAR AKREDİTASYON BİLİNÇLENDİRME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sz w:val="22"/>
                <w:szCs w:val="22"/>
              </w:rPr>
            </w:pPr>
            <w:r w:rsidRPr="001456CD">
              <w:t>01/02 EKİM.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sz w:val="22"/>
                <w:szCs w:val="22"/>
              </w:rPr>
            </w:pPr>
            <w:r w:rsidRPr="001456CD">
              <w:t>2 GÜN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sz w:val="22"/>
                <w:szCs w:val="22"/>
              </w:rPr>
            </w:pPr>
            <w:r w:rsidRPr="001456CD">
              <w:t>250 EURO + KDV</w:t>
            </w:r>
          </w:p>
        </w:tc>
      </w:tr>
      <w:tr w:rsidR="004F58A9" w:rsidRPr="001456CD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u w:val="single"/>
              </w:rPr>
            </w:pPr>
            <w:r w:rsidRPr="001456CD">
              <w:rPr>
                <w:b/>
                <w:bCs/>
                <w:color w:val="000000"/>
                <w:sz w:val="24"/>
                <w:szCs w:val="24"/>
                <w:u w:val="single"/>
              </w:rPr>
              <w:t>2</w:t>
            </w:r>
          </w:p>
        </w:tc>
        <w:tc>
          <w:tcPr>
            <w:tcW w:w="8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sz w:val="22"/>
                <w:szCs w:val="22"/>
              </w:rPr>
            </w:pPr>
            <w:r w:rsidRPr="001456CD">
              <w:t>ISO 17025 LABORATUAR AKREDİTASYON İÇ TETKİKÇİ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sz w:val="22"/>
                <w:szCs w:val="22"/>
              </w:rPr>
            </w:pPr>
            <w:r w:rsidRPr="001456CD">
              <w:t>03/04 EKİM.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sz w:val="22"/>
                <w:szCs w:val="22"/>
              </w:rPr>
            </w:pPr>
            <w:r w:rsidRPr="001456CD">
              <w:t>2 GÜN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sz w:val="22"/>
                <w:szCs w:val="22"/>
              </w:rPr>
            </w:pPr>
            <w:r w:rsidRPr="001456CD">
              <w:t>250 EURO + KDV</w:t>
            </w:r>
          </w:p>
        </w:tc>
      </w:tr>
      <w:tr w:rsidR="004F58A9" w:rsidRPr="001456CD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u w:val="single"/>
              </w:rPr>
            </w:pPr>
            <w:r w:rsidRPr="001456CD">
              <w:rPr>
                <w:b/>
                <w:bCs/>
                <w:color w:val="000000"/>
                <w:sz w:val="24"/>
                <w:szCs w:val="24"/>
                <w:u w:val="single"/>
              </w:rPr>
              <w:t> </w:t>
            </w:r>
          </w:p>
        </w:tc>
        <w:tc>
          <w:tcPr>
            <w:tcW w:w="8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7964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6CD">
              <w:rPr>
                <w:color w:val="000000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964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6CD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964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6CD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964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6CD">
              <w:rPr>
                <w:color w:val="000000"/>
              </w:rPr>
              <w:t> </w:t>
            </w:r>
          </w:p>
        </w:tc>
      </w:tr>
      <w:tr w:rsidR="004F58A9" w:rsidRPr="001456CD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D8D8D8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u w:val="single"/>
              </w:rPr>
            </w:pPr>
            <w:r w:rsidRPr="001456CD">
              <w:rPr>
                <w:b/>
                <w:bCs/>
                <w:color w:val="000000"/>
                <w:sz w:val="24"/>
                <w:szCs w:val="24"/>
                <w:u w:val="single"/>
              </w:rPr>
              <w:t>KASIM</w:t>
            </w:r>
          </w:p>
        </w:tc>
        <w:tc>
          <w:tcPr>
            <w:tcW w:w="8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8D8D8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r w:rsidRPr="001456CD">
              <w:rPr>
                <w:b/>
                <w:bCs/>
                <w:color w:val="000000"/>
                <w:u w:val="single"/>
              </w:rPr>
              <w:t>SEMİNER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8D8D8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r w:rsidRPr="001456CD">
              <w:rPr>
                <w:b/>
                <w:bCs/>
                <w:color w:val="000000"/>
                <w:u w:val="single"/>
              </w:rPr>
              <w:t xml:space="preserve">TARİH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8D8D8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r w:rsidRPr="001456CD">
              <w:rPr>
                <w:b/>
                <w:bCs/>
                <w:color w:val="000000"/>
                <w:u w:val="single"/>
              </w:rPr>
              <w:t>GÜN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8D8D8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r w:rsidRPr="001456CD">
              <w:rPr>
                <w:b/>
                <w:bCs/>
                <w:color w:val="000000"/>
                <w:u w:val="single"/>
              </w:rPr>
              <w:t>ÜCRET</w:t>
            </w:r>
          </w:p>
        </w:tc>
      </w:tr>
      <w:tr w:rsidR="004F58A9" w:rsidRPr="001456CD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u w:val="single"/>
              </w:rPr>
            </w:pPr>
            <w:r w:rsidRPr="001456CD">
              <w:rPr>
                <w:b/>
                <w:bCs/>
                <w:color w:val="000000"/>
                <w:sz w:val="24"/>
                <w:szCs w:val="24"/>
                <w:u w:val="single"/>
              </w:rPr>
              <w:t>1</w:t>
            </w:r>
          </w:p>
        </w:tc>
        <w:tc>
          <w:tcPr>
            <w:tcW w:w="8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6CD">
              <w:rPr>
                <w:color w:val="000000"/>
              </w:rPr>
              <w:t>DIŞ TİCARET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sz w:val="22"/>
                <w:szCs w:val="22"/>
              </w:rPr>
            </w:pPr>
            <w:r w:rsidRPr="001456CD">
              <w:t>04/05 KASIM.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sz w:val="22"/>
                <w:szCs w:val="22"/>
              </w:rPr>
            </w:pPr>
            <w:r w:rsidRPr="001456CD">
              <w:t>2 GÜN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6CD">
              <w:rPr>
                <w:color w:val="000000"/>
              </w:rPr>
              <w:t>250 EURO+KDV</w:t>
            </w:r>
          </w:p>
        </w:tc>
      </w:tr>
      <w:tr w:rsidR="004F58A9" w:rsidRPr="001456CD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u w:val="single"/>
              </w:rPr>
            </w:pPr>
            <w:r w:rsidRPr="001456CD">
              <w:rPr>
                <w:b/>
                <w:bCs/>
                <w:color w:val="000000"/>
                <w:sz w:val="24"/>
                <w:szCs w:val="24"/>
                <w:u w:val="single"/>
              </w:rPr>
              <w:t> </w:t>
            </w:r>
          </w:p>
        </w:tc>
        <w:tc>
          <w:tcPr>
            <w:tcW w:w="8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964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6CD">
              <w:rPr>
                <w:color w:val="000000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964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6CD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964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6CD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964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6CD">
              <w:rPr>
                <w:color w:val="000000"/>
              </w:rPr>
              <w:t> </w:t>
            </w:r>
          </w:p>
        </w:tc>
      </w:tr>
      <w:tr w:rsidR="004F58A9" w:rsidRPr="001456CD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u w:val="single"/>
              </w:rPr>
            </w:pPr>
            <w:r w:rsidRPr="001456CD">
              <w:rPr>
                <w:b/>
                <w:bCs/>
                <w:color w:val="000000"/>
                <w:sz w:val="24"/>
                <w:szCs w:val="24"/>
                <w:u w:val="single"/>
              </w:rPr>
              <w:t>2</w:t>
            </w:r>
          </w:p>
        </w:tc>
        <w:tc>
          <w:tcPr>
            <w:tcW w:w="8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6CD">
              <w:rPr>
                <w:color w:val="000000"/>
              </w:rPr>
              <w:t>YÖNETİM BECERİLERİNİ GELİŞTİRME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sz w:val="22"/>
                <w:szCs w:val="22"/>
              </w:rPr>
            </w:pPr>
            <w:r w:rsidRPr="001456CD">
              <w:t>06/07 KASIM.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6CD">
              <w:rPr>
                <w:color w:val="000000"/>
              </w:rPr>
              <w:t>2 GÜN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6CD">
              <w:rPr>
                <w:color w:val="000000"/>
              </w:rPr>
              <w:t>250 EURO+KDV</w:t>
            </w:r>
          </w:p>
        </w:tc>
      </w:tr>
      <w:tr w:rsidR="004F58A9" w:rsidRPr="001456CD">
        <w:trPr>
          <w:trHeight w:val="33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u w:val="single"/>
              </w:rPr>
            </w:pPr>
            <w:r w:rsidRPr="001456CD">
              <w:rPr>
                <w:b/>
                <w:bCs/>
                <w:color w:val="000000"/>
                <w:sz w:val="24"/>
                <w:szCs w:val="24"/>
                <w:u w:val="single"/>
              </w:rPr>
              <w:t> </w:t>
            </w:r>
          </w:p>
        </w:tc>
        <w:tc>
          <w:tcPr>
            <w:tcW w:w="8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7964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6CD">
              <w:rPr>
                <w:color w:val="000000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964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6CD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964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6CD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964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6CD">
              <w:rPr>
                <w:color w:val="000000"/>
              </w:rPr>
              <w:t> </w:t>
            </w:r>
          </w:p>
        </w:tc>
      </w:tr>
      <w:tr w:rsidR="004F58A9" w:rsidRPr="001456CD">
        <w:trPr>
          <w:trHeight w:val="33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u w:val="single"/>
              </w:rPr>
            </w:pPr>
            <w:r w:rsidRPr="001456CD">
              <w:rPr>
                <w:b/>
                <w:bCs/>
                <w:color w:val="000000"/>
                <w:sz w:val="24"/>
                <w:szCs w:val="24"/>
                <w:u w:val="single"/>
              </w:rPr>
              <w:t>3</w:t>
            </w:r>
          </w:p>
        </w:tc>
        <w:tc>
          <w:tcPr>
            <w:tcW w:w="8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6CD">
              <w:rPr>
                <w:color w:val="000000"/>
              </w:rPr>
              <w:t>İLERİ SUNUM TEKNİKLERİ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sz w:val="22"/>
                <w:szCs w:val="22"/>
              </w:rPr>
            </w:pPr>
            <w:r w:rsidRPr="001456CD">
              <w:t>11/12 KASIM.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6CD">
              <w:rPr>
                <w:color w:val="000000"/>
              </w:rPr>
              <w:t>2 GÜN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6CD">
              <w:rPr>
                <w:color w:val="000000"/>
              </w:rPr>
              <w:t>250 EURO+KDV</w:t>
            </w:r>
          </w:p>
        </w:tc>
      </w:tr>
      <w:tr w:rsidR="004F58A9" w:rsidRPr="001456CD">
        <w:trPr>
          <w:trHeight w:val="33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u w:val="single"/>
              </w:rPr>
            </w:pPr>
            <w:r w:rsidRPr="001456CD">
              <w:rPr>
                <w:b/>
                <w:bCs/>
                <w:color w:val="000000"/>
                <w:sz w:val="24"/>
                <w:szCs w:val="24"/>
                <w:u w:val="single"/>
              </w:rPr>
              <w:t> </w:t>
            </w:r>
          </w:p>
        </w:tc>
        <w:tc>
          <w:tcPr>
            <w:tcW w:w="8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7964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6CD">
              <w:rPr>
                <w:color w:val="000000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964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6CD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964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6CD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964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6CD">
              <w:rPr>
                <w:color w:val="000000"/>
              </w:rPr>
              <w:t> </w:t>
            </w:r>
          </w:p>
        </w:tc>
      </w:tr>
      <w:tr w:rsidR="004F58A9" w:rsidRPr="001456CD">
        <w:trPr>
          <w:trHeight w:val="33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u w:val="single"/>
              </w:rPr>
            </w:pPr>
            <w:r w:rsidRPr="001456CD">
              <w:rPr>
                <w:b/>
                <w:bCs/>
                <w:color w:val="000000"/>
                <w:sz w:val="24"/>
                <w:szCs w:val="24"/>
                <w:u w:val="single"/>
              </w:rPr>
              <w:t>4</w:t>
            </w:r>
          </w:p>
        </w:tc>
        <w:tc>
          <w:tcPr>
            <w:tcW w:w="8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6CD">
              <w:rPr>
                <w:color w:val="000000"/>
              </w:rPr>
              <w:t>BRC FOOD - BRITISH RETAIL CONSORTIUM FOOD BİLİNÇLENDİRME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sz w:val="22"/>
                <w:szCs w:val="22"/>
              </w:rPr>
            </w:pPr>
            <w:r w:rsidRPr="001456CD">
              <w:t>07/08 KASIM.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6CD">
              <w:rPr>
                <w:color w:val="000000"/>
              </w:rPr>
              <w:t>2 GÜN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6CD">
              <w:rPr>
                <w:color w:val="000000"/>
              </w:rPr>
              <w:t>250 EURO+KDV</w:t>
            </w:r>
          </w:p>
        </w:tc>
      </w:tr>
      <w:tr w:rsidR="004F58A9" w:rsidRPr="001456CD">
        <w:trPr>
          <w:trHeight w:val="33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u w:val="single"/>
              </w:rPr>
            </w:pPr>
            <w:r w:rsidRPr="001456CD">
              <w:rPr>
                <w:b/>
                <w:bCs/>
                <w:color w:val="000000"/>
                <w:sz w:val="24"/>
                <w:szCs w:val="24"/>
                <w:u w:val="single"/>
              </w:rPr>
              <w:t>5</w:t>
            </w:r>
          </w:p>
        </w:tc>
        <w:tc>
          <w:tcPr>
            <w:tcW w:w="8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6CD">
              <w:rPr>
                <w:color w:val="000000"/>
              </w:rPr>
              <w:t>BRC FOOD - BRITISH RETAIL CONSORTIUM FOOD İÇ TETKİKÇİ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sz w:val="22"/>
                <w:szCs w:val="22"/>
              </w:rPr>
            </w:pPr>
            <w:r w:rsidRPr="001456CD">
              <w:t>14/15 KASIM.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6CD">
              <w:rPr>
                <w:color w:val="000000"/>
              </w:rPr>
              <w:t>2 GÜN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6CD">
              <w:rPr>
                <w:color w:val="000000"/>
              </w:rPr>
              <w:t>250 EURO+KDV</w:t>
            </w:r>
          </w:p>
        </w:tc>
      </w:tr>
      <w:tr w:rsidR="004F58A9" w:rsidRPr="001456CD">
        <w:trPr>
          <w:trHeight w:val="33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u w:val="single"/>
              </w:rPr>
            </w:pPr>
            <w:r w:rsidRPr="001456CD">
              <w:rPr>
                <w:b/>
                <w:bCs/>
                <w:color w:val="000000"/>
                <w:sz w:val="24"/>
                <w:szCs w:val="24"/>
                <w:u w:val="single"/>
              </w:rPr>
              <w:t> </w:t>
            </w:r>
          </w:p>
        </w:tc>
        <w:tc>
          <w:tcPr>
            <w:tcW w:w="8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7964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6CD">
              <w:rPr>
                <w:color w:val="000000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964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6CD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964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6CD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964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6CD">
              <w:rPr>
                <w:color w:val="000000"/>
              </w:rPr>
              <w:t> </w:t>
            </w:r>
          </w:p>
        </w:tc>
      </w:tr>
      <w:tr w:rsidR="004F58A9" w:rsidRPr="001456CD">
        <w:trPr>
          <w:trHeight w:val="33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u w:val="single"/>
              </w:rPr>
            </w:pPr>
            <w:r w:rsidRPr="001456CD">
              <w:rPr>
                <w:b/>
                <w:bCs/>
                <w:color w:val="000000"/>
                <w:sz w:val="24"/>
                <w:szCs w:val="24"/>
                <w:u w:val="single"/>
              </w:rPr>
              <w:t>6</w:t>
            </w:r>
          </w:p>
        </w:tc>
        <w:tc>
          <w:tcPr>
            <w:tcW w:w="8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6CD">
              <w:rPr>
                <w:color w:val="000000"/>
              </w:rPr>
              <w:t>ISO 9001-ISO 14001-OHSAS 18001 ENTEGRE YÖNETİM SİSTEMLERİ BİLİNÇLENDİRME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sz w:val="22"/>
                <w:szCs w:val="22"/>
              </w:rPr>
            </w:pPr>
            <w:r w:rsidRPr="001456CD">
              <w:t>11/12/13 KASIM.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6CD">
              <w:rPr>
                <w:color w:val="000000"/>
              </w:rPr>
              <w:t>3 GÜN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6CD">
              <w:rPr>
                <w:color w:val="000000"/>
              </w:rPr>
              <w:t>350 EURO+KDV</w:t>
            </w:r>
          </w:p>
        </w:tc>
      </w:tr>
      <w:tr w:rsidR="004F58A9" w:rsidRPr="001456CD">
        <w:trPr>
          <w:trHeight w:val="33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u w:val="single"/>
              </w:rPr>
            </w:pPr>
            <w:r w:rsidRPr="001456CD">
              <w:rPr>
                <w:b/>
                <w:bCs/>
                <w:color w:val="000000"/>
                <w:sz w:val="24"/>
                <w:szCs w:val="24"/>
                <w:u w:val="single"/>
              </w:rPr>
              <w:t>7</w:t>
            </w:r>
          </w:p>
        </w:tc>
        <w:tc>
          <w:tcPr>
            <w:tcW w:w="8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6CD">
              <w:rPr>
                <w:color w:val="000000"/>
              </w:rPr>
              <w:t>ISO 9001-ISO 14001-OHSAS 18001 ENTEGRE YÖNETİM SİSTEMLERİ İÇ TETKİKÇİ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sz w:val="22"/>
                <w:szCs w:val="22"/>
              </w:rPr>
            </w:pPr>
            <w:r w:rsidRPr="001456CD">
              <w:t>18/19/20 KASIM.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6CD">
              <w:rPr>
                <w:color w:val="000000"/>
              </w:rPr>
              <w:t>3 GÜN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6CD">
              <w:rPr>
                <w:color w:val="000000"/>
              </w:rPr>
              <w:t>350 EURO+KDV</w:t>
            </w:r>
          </w:p>
        </w:tc>
      </w:tr>
      <w:tr w:rsidR="004F58A9" w:rsidRPr="001456CD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u w:val="single"/>
              </w:rPr>
            </w:pPr>
            <w:r w:rsidRPr="001456CD">
              <w:rPr>
                <w:b/>
                <w:bCs/>
                <w:color w:val="000000"/>
                <w:sz w:val="24"/>
                <w:szCs w:val="24"/>
                <w:u w:val="single"/>
              </w:rPr>
              <w:t> </w:t>
            </w:r>
          </w:p>
        </w:tc>
        <w:tc>
          <w:tcPr>
            <w:tcW w:w="8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7964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6CD">
              <w:rPr>
                <w:color w:val="000000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964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6CD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964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6CD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964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6CD">
              <w:rPr>
                <w:color w:val="000000"/>
              </w:rPr>
              <w:t> </w:t>
            </w:r>
          </w:p>
        </w:tc>
      </w:tr>
      <w:tr w:rsidR="004F58A9" w:rsidRPr="001456CD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D8D8D8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u w:val="single"/>
              </w:rPr>
            </w:pPr>
            <w:r w:rsidRPr="001456CD">
              <w:rPr>
                <w:b/>
                <w:bCs/>
                <w:color w:val="000000"/>
                <w:sz w:val="24"/>
                <w:szCs w:val="24"/>
                <w:u w:val="single"/>
              </w:rPr>
              <w:t>ARALIK</w:t>
            </w:r>
          </w:p>
        </w:tc>
        <w:tc>
          <w:tcPr>
            <w:tcW w:w="8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8D8D8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r w:rsidRPr="001456CD">
              <w:rPr>
                <w:b/>
                <w:bCs/>
                <w:color w:val="000000"/>
                <w:u w:val="single"/>
              </w:rPr>
              <w:t>SEMİNER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8D8D8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r w:rsidRPr="001456CD">
              <w:rPr>
                <w:b/>
                <w:bCs/>
                <w:color w:val="000000"/>
                <w:u w:val="single"/>
              </w:rPr>
              <w:t xml:space="preserve">TARİH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8D8D8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r w:rsidRPr="001456CD">
              <w:rPr>
                <w:b/>
                <w:bCs/>
                <w:color w:val="000000"/>
                <w:u w:val="single"/>
              </w:rPr>
              <w:t>GÜN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8D8D8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r w:rsidRPr="001456CD">
              <w:rPr>
                <w:b/>
                <w:bCs/>
                <w:color w:val="000000"/>
                <w:u w:val="single"/>
              </w:rPr>
              <w:t>ÜCRET</w:t>
            </w:r>
          </w:p>
        </w:tc>
      </w:tr>
      <w:tr w:rsidR="004F58A9" w:rsidRPr="001456CD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u w:val="single"/>
              </w:rPr>
            </w:pPr>
            <w:r w:rsidRPr="001456CD">
              <w:rPr>
                <w:b/>
                <w:bCs/>
                <w:color w:val="000000"/>
                <w:sz w:val="24"/>
                <w:szCs w:val="24"/>
                <w:u w:val="single"/>
              </w:rPr>
              <w:t>1</w:t>
            </w:r>
          </w:p>
        </w:tc>
        <w:tc>
          <w:tcPr>
            <w:tcW w:w="8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6CD">
              <w:rPr>
                <w:color w:val="000000"/>
              </w:rPr>
              <w:t>EĞİTİMCİNİN EĞİTİMİ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sz w:val="22"/>
                <w:szCs w:val="22"/>
              </w:rPr>
            </w:pPr>
            <w:r w:rsidRPr="001456CD">
              <w:t>02/03/04 ARALIK.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6CD">
              <w:rPr>
                <w:color w:val="000000"/>
              </w:rPr>
              <w:t>3 GÜN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6CD">
              <w:rPr>
                <w:color w:val="000000"/>
              </w:rPr>
              <w:t>350 EURO + KDV</w:t>
            </w:r>
          </w:p>
        </w:tc>
      </w:tr>
      <w:tr w:rsidR="004F58A9" w:rsidRPr="001456CD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u w:val="single"/>
              </w:rPr>
            </w:pPr>
            <w:r w:rsidRPr="001456CD">
              <w:rPr>
                <w:b/>
                <w:bCs/>
                <w:color w:val="000000"/>
                <w:sz w:val="24"/>
                <w:szCs w:val="24"/>
                <w:u w:val="single"/>
              </w:rPr>
              <w:t> </w:t>
            </w:r>
          </w:p>
        </w:tc>
        <w:tc>
          <w:tcPr>
            <w:tcW w:w="8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7964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6CD">
              <w:rPr>
                <w:color w:val="000000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964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6CD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964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6CD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964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6CD">
              <w:rPr>
                <w:color w:val="000000"/>
              </w:rPr>
              <w:t> </w:t>
            </w:r>
          </w:p>
        </w:tc>
      </w:tr>
      <w:tr w:rsidR="004F58A9" w:rsidRPr="001456CD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u w:val="single"/>
              </w:rPr>
            </w:pPr>
            <w:r w:rsidRPr="001456CD">
              <w:rPr>
                <w:b/>
                <w:bCs/>
                <w:color w:val="000000"/>
                <w:sz w:val="24"/>
                <w:szCs w:val="24"/>
                <w:u w:val="single"/>
              </w:rPr>
              <w:t>2</w:t>
            </w:r>
          </w:p>
        </w:tc>
        <w:tc>
          <w:tcPr>
            <w:tcW w:w="8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6CD">
              <w:rPr>
                <w:color w:val="000000"/>
              </w:rPr>
              <w:t>ISO 9001 KALİTE YÖNETİM SİSTEMİ BAŞ TETKİKÇİ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6CD">
              <w:rPr>
                <w:color w:val="000000"/>
              </w:rPr>
              <w:t>02/03/04/05/06 ARALIK.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6CD">
              <w:rPr>
                <w:color w:val="000000"/>
              </w:rPr>
              <w:t>5 GÜN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6CD">
              <w:rPr>
                <w:color w:val="000000"/>
              </w:rPr>
              <w:t>600 EURO + KDV</w:t>
            </w:r>
          </w:p>
        </w:tc>
      </w:tr>
      <w:tr w:rsidR="004F58A9" w:rsidRPr="001456CD">
        <w:trPr>
          <w:trHeight w:val="315"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u w:val="single"/>
              </w:rPr>
            </w:pPr>
            <w:r w:rsidRPr="001456CD">
              <w:rPr>
                <w:b/>
                <w:bCs/>
                <w:color w:val="000000"/>
                <w:sz w:val="24"/>
                <w:szCs w:val="24"/>
                <w:u w:val="single"/>
              </w:rPr>
              <w:t> </w:t>
            </w:r>
          </w:p>
        </w:tc>
        <w:tc>
          <w:tcPr>
            <w:tcW w:w="8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sz w:val="22"/>
                <w:szCs w:val="22"/>
              </w:rPr>
            </w:pPr>
            <w:r w:rsidRPr="001456CD"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sz w:val="22"/>
                <w:szCs w:val="22"/>
              </w:rPr>
            </w:pPr>
            <w:r w:rsidRPr="001456CD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sz w:val="22"/>
                <w:szCs w:val="22"/>
              </w:rPr>
            </w:pPr>
            <w:r w:rsidRPr="001456CD"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58A9" w:rsidRPr="001456CD" w:rsidRDefault="004F58A9" w:rsidP="000149FB">
            <w:pPr>
              <w:rPr>
                <w:rFonts w:ascii="Calibri" w:hAnsi="Calibri" w:cs="Calibri"/>
                <w:sz w:val="22"/>
                <w:szCs w:val="22"/>
              </w:rPr>
            </w:pPr>
            <w:r w:rsidRPr="001456CD">
              <w:t> </w:t>
            </w:r>
          </w:p>
        </w:tc>
      </w:tr>
      <w:tr w:rsidR="004F58A9" w:rsidRPr="001456CD">
        <w:trPr>
          <w:trHeight w:val="465"/>
        </w:trPr>
        <w:tc>
          <w:tcPr>
            <w:tcW w:w="16080" w:type="dxa"/>
            <w:gridSpan w:val="5"/>
            <w:shd w:val="clear" w:color="auto" w:fill="F7964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F58A9" w:rsidRPr="001456CD" w:rsidRDefault="004F58A9" w:rsidP="000149FB">
            <w:pPr>
              <w:jc w:val="center"/>
              <w:rPr>
                <w:b/>
                <w:bCs/>
                <w:color w:val="000000"/>
                <w:sz w:val="36"/>
                <w:szCs w:val="36"/>
              </w:rPr>
            </w:pPr>
          </w:p>
          <w:p w:rsidR="004F58A9" w:rsidRPr="001456CD" w:rsidRDefault="004F58A9" w:rsidP="000149FB">
            <w:pPr>
              <w:jc w:val="center"/>
              <w:rPr>
                <w:b/>
                <w:bCs/>
                <w:color w:val="000000"/>
                <w:sz w:val="36"/>
                <w:szCs w:val="36"/>
              </w:rPr>
            </w:pPr>
          </w:p>
          <w:p w:rsidR="004F58A9" w:rsidRPr="001456CD" w:rsidRDefault="004F58A9" w:rsidP="000149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</w:pPr>
            <w:r w:rsidRPr="001456CD">
              <w:rPr>
                <w:b/>
                <w:bCs/>
                <w:color w:val="000000"/>
                <w:sz w:val="36"/>
                <w:szCs w:val="36"/>
              </w:rPr>
              <w:t>İNDİRİMLER</w:t>
            </w:r>
          </w:p>
        </w:tc>
      </w:tr>
      <w:tr w:rsidR="004F58A9" w:rsidRPr="001456CD">
        <w:trPr>
          <w:trHeight w:val="465"/>
        </w:trPr>
        <w:tc>
          <w:tcPr>
            <w:tcW w:w="16080" w:type="dxa"/>
            <w:gridSpan w:val="5"/>
            <w:shd w:val="clear" w:color="auto" w:fill="F7964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F58A9" w:rsidRPr="001456CD" w:rsidRDefault="004F58A9" w:rsidP="000149FB">
            <w:pPr>
              <w:jc w:val="center"/>
              <w:rPr>
                <w:rFonts w:ascii="Symbol" w:hAnsi="Symbol" w:cs="Symbol"/>
                <w:color w:val="000000"/>
                <w:sz w:val="36"/>
                <w:szCs w:val="36"/>
              </w:rPr>
            </w:pPr>
            <w:r w:rsidRPr="001456CD">
              <w:rPr>
                <w:rFonts w:ascii="Symbol" w:hAnsi="Symbol" w:cs="Symbol"/>
                <w:color w:val="000000"/>
                <w:sz w:val="36"/>
                <w:szCs w:val="36"/>
              </w:rPr>
              <w:t></w:t>
            </w:r>
            <w:r w:rsidRPr="001456C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       </w:t>
            </w:r>
            <w:r w:rsidRPr="001456CD">
              <w:rPr>
                <w:color w:val="000000"/>
                <w:sz w:val="36"/>
                <w:szCs w:val="36"/>
              </w:rPr>
              <w:t>Sgs Belgeli Kuruluşlar İçin %10</w:t>
            </w:r>
          </w:p>
        </w:tc>
      </w:tr>
      <w:tr w:rsidR="004F58A9" w:rsidRPr="001456CD">
        <w:trPr>
          <w:trHeight w:val="465"/>
        </w:trPr>
        <w:tc>
          <w:tcPr>
            <w:tcW w:w="16080" w:type="dxa"/>
            <w:gridSpan w:val="5"/>
            <w:shd w:val="clear" w:color="auto" w:fill="F7964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F58A9" w:rsidRPr="001456CD" w:rsidRDefault="004F58A9" w:rsidP="000149FB">
            <w:pPr>
              <w:jc w:val="center"/>
              <w:rPr>
                <w:rFonts w:ascii="Symbol" w:hAnsi="Symbol" w:cs="Symbol"/>
                <w:color w:val="000000"/>
                <w:sz w:val="36"/>
                <w:szCs w:val="36"/>
              </w:rPr>
            </w:pPr>
            <w:r w:rsidRPr="001456CD">
              <w:rPr>
                <w:rFonts w:ascii="Symbol" w:hAnsi="Symbol" w:cs="Symbol"/>
                <w:color w:val="000000"/>
                <w:sz w:val="36"/>
                <w:szCs w:val="36"/>
              </w:rPr>
              <w:t></w:t>
            </w:r>
            <w:r w:rsidRPr="001456C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       </w:t>
            </w:r>
            <w:r w:rsidRPr="001456CD">
              <w:rPr>
                <w:color w:val="000000"/>
                <w:sz w:val="36"/>
                <w:szCs w:val="36"/>
              </w:rPr>
              <w:t xml:space="preserve">Aynı Kuruluştan 3 veya 4 Kişilik Gruplar  İçin %10 </w:t>
            </w:r>
          </w:p>
        </w:tc>
      </w:tr>
      <w:tr w:rsidR="004F58A9" w:rsidRPr="001456CD">
        <w:trPr>
          <w:trHeight w:val="465"/>
        </w:trPr>
        <w:tc>
          <w:tcPr>
            <w:tcW w:w="16080" w:type="dxa"/>
            <w:gridSpan w:val="5"/>
            <w:shd w:val="clear" w:color="auto" w:fill="F7964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F58A9" w:rsidRPr="001456CD" w:rsidRDefault="004F58A9" w:rsidP="000149FB">
            <w:pPr>
              <w:jc w:val="center"/>
              <w:rPr>
                <w:rFonts w:ascii="Symbol" w:hAnsi="Symbol" w:cs="Symbol"/>
                <w:color w:val="000000"/>
                <w:sz w:val="36"/>
                <w:szCs w:val="36"/>
              </w:rPr>
            </w:pPr>
            <w:r w:rsidRPr="001456CD">
              <w:rPr>
                <w:rFonts w:ascii="Symbol" w:hAnsi="Symbol" w:cs="Symbol"/>
                <w:color w:val="000000"/>
                <w:sz w:val="36"/>
                <w:szCs w:val="36"/>
              </w:rPr>
              <w:t></w:t>
            </w:r>
            <w:r w:rsidRPr="001456C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       </w:t>
            </w:r>
            <w:r w:rsidRPr="001456CD">
              <w:rPr>
                <w:color w:val="000000"/>
                <w:sz w:val="36"/>
                <w:szCs w:val="36"/>
              </w:rPr>
              <w:t>Aynı Kuruluştan 4 Kişiden Fazla Gruplar Bilgi İsteyiniz.</w:t>
            </w:r>
          </w:p>
        </w:tc>
      </w:tr>
      <w:tr w:rsidR="004F58A9" w:rsidRPr="001456CD">
        <w:trPr>
          <w:trHeight w:val="465"/>
        </w:trPr>
        <w:tc>
          <w:tcPr>
            <w:tcW w:w="1060" w:type="dxa"/>
            <w:shd w:val="clear" w:color="auto" w:fill="F7964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F58A9" w:rsidRPr="001456CD" w:rsidRDefault="004F58A9" w:rsidP="000149FB">
            <w:pPr>
              <w:jc w:val="center"/>
              <w:rPr>
                <w:rFonts w:ascii="Symbol" w:hAnsi="Symbol" w:cs="Symbol"/>
                <w:color w:val="000000"/>
                <w:sz w:val="36"/>
                <w:szCs w:val="36"/>
              </w:rPr>
            </w:pPr>
            <w:r w:rsidRPr="001456CD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 </w:t>
            </w:r>
          </w:p>
        </w:tc>
        <w:tc>
          <w:tcPr>
            <w:tcW w:w="8860" w:type="dxa"/>
            <w:shd w:val="clear" w:color="auto" w:fill="F7964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F58A9" w:rsidRPr="001456CD" w:rsidRDefault="004F58A9" w:rsidP="000149FB">
            <w:pPr>
              <w:jc w:val="center"/>
              <w:rPr>
                <w:rFonts w:ascii="Symbol" w:hAnsi="Symbol" w:cs="Symbol"/>
                <w:color w:val="000000"/>
                <w:sz w:val="36"/>
                <w:szCs w:val="36"/>
              </w:rPr>
            </w:pPr>
            <w:r w:rsidRPr="001456CD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 </w:t>
            </w:r>
          </w:p>
        </w:tc>
        <w:tc>
          <w:tcPr>
            <w:tcW w:w="3220" w:type="dxa"/>
            <w:shd w:val="clear" w:color="auto" w:fill="F7964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F58A9" w:rsidRPr="001456CD" w:rsidRDefault="004F58A9" w:rsidP="000149FB">
            <w:pPr>
              <w:jc w:val="center"/>
              <w:rPr>
                <w:rFonts w:ascii="Symbol" w:hAnsi="Symbol" w:cs="Symbol"/>
                <w:color w:val="000000"/>
                <w:sz w:val="36"/>
                <w:szCs w:val="36"/>
              </w:rPr>
            </w:pPr>
            <w:r w:rsidRPr="001456CD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 </w:t>
            </w:r>
          </w:p>
        </w:tc>
        <w:tc>
          <w:tcPr>
            <w:tcW w:w="960" w:type="dxa"/>
            <w:shd w:val="clear" w:color="auto" w:fill="F7964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F58A9" w:rsidRPr="001456CD" w:rsidRDefault="004F58A9" w:rsidP="000149FB">
            <w:pPr>
              <w:jc w:val="center"/>
              <w:rPr>
                <w:rFonts w:ascii="Symbol" w:hAnsi="Symbol" w:cs="Symbol"/>
                <w:color w:val="000000"/>
                <w:sz w:val="36"/>
                <w:szCs w:val="36"/>
              </w:rPr>
            </w:pPr>
            <w:r w:rsidRPr="001456CD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 </w:t>
            </w:r>
          </w:p>
        </w:tc>
        <w:tc>
          <w:tcPr>
            <w:tcW w:w="1980" w:type="dxa"/>
            <w:shd w:val="clear" w:color="auto" w:fill="F7964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F58A9" w:rsidRPr="001456CD" w:rsidRDefault="004F58A9" w:rsidP="000149FB">
            <w:pPr>
              <w:jc w:val="center"/>
              <w:rPr>
                <w:rFonts w:ascii="Symbol" w:hAnsi="Symbol" w:cs="Symbol"/>
                <w:color w:val="000000"/>
                <w:sz w:val="36"/>
                <w:szCs w:val="36"/>
              </w:rPr>
            </w:pPr>
            <w:r w:rsidRPr="001456CD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 </w:t>
            </w:r>
          </w:p>
        </w:tc>
      </w:tr>
      <w:tr w:rsidR="004F58A9" w:rsidRPr="001456CD">
        <w:trPr>
          <w:trHeight w:val="465"/>
        </w:trPr>
        <w:tc>
          <w:tcPr>
            <w:tcW w:w="16080" w:type="dxa"/>
            <w:gridSpan w:val="5"/>
            <w:shd w:val="clear" w:color="auto" w:fill="F7964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F58A9" w:rsidRPr="001456CD" w:rsidRDefault="004F58A9" w:rsidP="000149F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</w:pPr>
            <w:r w:rsidRPr="001456CD">
              <w:rPr>
                <w:b/>
                <w:bCs/>
                <w:color w:val="000000"/>
                <w:sz w:val="36"/>
                <w:szCs w:val="36"/>
              </w:rPr>
              <w:t>DETAYLI BİLGİ İÇİN;</w:t>
            </w:r>
          </w:p>
        </w:tc>
      </w:tr>
      <w:tr w:rsidR="004F58A9" w:rsidRPr="001456CD">
        <w:trPr>
          <w:trHeight w:val="465"/>
        </w:trPr>
        <w:tc>
          <w:tcPr>
            <w:tcW w:w="16080" w:type="dxa"/>
            <w:gridSpan w:val="5"/>
            <w:shd w:val="clear" w:color="auto" w:fill="F7964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F58A9" w:rsidRPr="001456CD" w:rsidRDefault="004F58A9" w:rsidP="000149FB">
            <w:pPr>
              <w:jc w:val="center"/>
              <w:rPr>
                <w:rFonts w:ascii="Symbol" w:hAnsi="Symbol" w:cs="Symbol"/>
                <w:color w:val="000000"/>
                <w:sz w:val="36"/>
                <w:szCs w:val="36"/>
              </w:rPr>
            </w:pPr>
            <w:r w:rsidRPr="001456CD">
              <w:rPr>
                <w:rFonts w:ascii="Symbol" w:hAnsi="Symbol" w:cs="Symbol"/>
                <w:color w:val="000000"/>
                <w:sz w:val="36"/>
                <w:szCs w:val="36"/>
              </w:rPr>
              <w:t></w:t>
            </w:r>
            <w:r w:rsidRPr="001456C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       </w:t>
            </w:r>
            <w:r w:rsidRPr="001456CD">
              <w:rPr>
                <w:color w:val="000000"/>
                <w:sz w:val="36"/>
                <w:szCs w:val="36"/>
              </w:rPr>
              <w:t>Eğitim Koordinatörü : Özlem KÖZ</w:t>
            </w:r>
          </w:p>
        </w:tc>
      </w:tr>
      <w:tr w:rsidR="004F58A9" w:rsidRPr="001456CD">
        <w:trPr>
          <w:trHeight w:val="465"/>
        </w:trPr>
        <w:tc>
          <w:tcPr>
            <w:tcW w:w="16080" w:type="dxa"/>
            <w:gridSpan w:val="5"/>
            <w:shd w:val="clear" w:color="auto" w:fill="F7964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F58A9" w:rsidRPr="001456CD" w:rsidRDefault="004F58A9" w:rsidP="000149FB">
            <w:pPr>
              <w:jc w:val="center"/>
              <w:rPr>
                <w:rFonts w:ascii="Symbol" w:hAnsi="Symbol" w:cs="Symbol"/>
                <w:color w:val="000000"/>
                <w:sz w:val="36"/>
                <w:szCs w:val="36"/>
              </w:rPr>
            </w:pPr>
            <w:r w:rsidRPr="001456CD">
              <w:rPr>
                <w:rFonts w:ascii="Symbol" w:hAnsi="Symbol" w:cs="Symbol"/>
                <w:color w:val="000000"/>
                <w:sz w:val="36"/>
                <w:szCs w:val="36"/>
              </w:rPr>
              <w:t></w:t>
            </w:r>
            <w:r w:rsidRPr="001456C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       </w:t>
            </w:r>
            <w:r w:rsidRPr="001456CD">
              <w:rPr>
                <w:color w:val="000000"/>
                <w:sz w:val="36"/>
                <w:szCs w:val="36"/>
              </w:rPr>
              <w:t>Telefon : 0212 368 40 00 /3710</w:t>
            </w:r>
          </w:p>
        </w:tc>
      </w:tr>
      <w:tr w:rsidR="004F58A9" w:rsidRPr="001456CD">
        <w:trPr>
          <w:trHeight w:val="465"/>
        </w:trPr>
        <w:tc>
          <w:tcPr>
            <w:tcW w:w="16080" w:type="dxa"/>
            <w:gridSpan w:val="5"/>
            <w:shd w:val="clear" w:color="auto" w:fill="F7964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F58A9" w:rsidRPr="001456CD" w:rsidRDefault="004F58A9" w:rsidP="000149FB">
            <w:pPr>
              <w:jc w:val="center"/>
              <w:rPr>
                <w:rFonts w:ascii="Symbol" w:hAnsi="Symbol" w:cs="Symbol"/>
                <w:color w:val="000000"/>
                <w:sz w:val="36"/>
                <w:szCs w:val="36"/>
              </w:rPr>
            </w:pPr>
            <w:r w:rsidRPr="001456CD">
              <w:rPr>
                <w:rFonts w:ascii="Symbol" w:hAnsi="Symbol" w:cs="Symbol"/>
                <w:color w:val="000000"/>
                <w:sz w:val="36"/>
                <w:szCs w:val="36"/>
              </w:rPr>
              <w:t></w:t>
            </w:r>
            <w:r w:rsidRPr="001456C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       </w:t>
            </w:r>
            <w:r w:rsidRPr="001456CD">
              <w:rPr>
                <w:color w:val="000000"/>
                <w:sz w:val="36"/>
                <w:szCs w:val="36"/>
              </w:rPr>
              <w:t>Direkt  Telefon : 0212 368 40 83</w:t>
            </w:r>
          </w:p>
        </w:tc>
      </w:tr>
      <w:tr w:rsidR="004F58A9" w:rsidRPr="001456CD">
        <w:trPr>
          <w:trHeight w:val="465"/>
        </w:trPr>
        <w:tc>
          <w:tcPr>
            <w:tcW w:w="16080" w:type="dxa"/>
            <w:gridSpan w:val="5"/>
            <w:shd w:val="clear" w:color="auto" w:fill="F7964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F58A9" w:rsidRPr="001456CD" w:rsidRDefault="004F58A9" w:rsidP="000149FB">
            <w:pPr>
              <w:jc w:val="center"/>
              <w:rPr>
                <w:rFonts w:ascii="Symbol" w:hAnsi="Symbol" w:cs="Symbol"/>
                <w:color w:val="000000"/>
                <w:sz w:val="36"/>
                <w:szCs w:val="36"/>
              </w:rPr>
            </w:pPr>
            <w:r w:rsidRPr="001456CD">
              <w:rPr>
                <w:rFonts w:ascii="Symbol" w:hAnsi="Symbol" w:cs="Symbol"/>
                <w:color w:val="000000"/>
                <w:sz w:val="36"/>
                <w:szCs w:val="36"/>
              </w:rPr>
              <w:t></w:t>
            </w:r>
            <w:r w:rsidRPr="001456C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       </w:t>
            </w:r>
            <w:r w:rsidRPr="001456CD">
              <w:rPr>
                <w:color w:val="000000"/>
                <w:sz w:val="36"/>
                <w:szCs w:val="36"/>
              </w:rPr>
              <w:t xml:space="preserve">E-mail : </w:t>
            </w:r>
            <w:hyperlink r:id="rId4" w:history="1">
              <w:r w:rsidRPr="001456CD">
                <w:rPr>
                  <w:rStyle w:val="Hyperlink"/>
                  <w:sz w:val="36"/>
                  <w:szCs w:val="36"/>
                </w:rPr>
                <w:t>ozlem.koz@sgs.com</w:t>
              </w:r>
            </w:hyperlink>
          </w:p>
        </w:tc>
      </w:tr>
    </w:tbl>
    <w:p w:rsidR="004F58A9" w:rsidRDefault="004F58A9" w:rsidP="00783625"/>
    <w:p w:rsidR="004F58A9" w:rsidRDefault="004F58A9"/>
    <w:sectPr w:rsidR="004F58A9" w:rsidSect="00E9744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7441"/>
    <w:rsid w:val="000149FB"/>
    <w:rsid w:val="000F7C97"/>
    <w:rsid w:val="001456CD"/>
    <w:rsid w:val="001D2263"/>
    <w:rsid w:val="001E2759"/>
    <w:rsid w:val="00306977"/>
    <w:rsid w:val="0033005B"/>
    <w:rsid w:val="003C5AAB"/>
    <w:rsid w:val="004B4F01"/>
    <w:rsid w:val="004D7D39"/>
    <w:rsid w:val="004F58A9"/>
    <w:rsid w:val="00536CB9"/>
    <w:rsid w:val="00674ECA"/>
    <w:rsid w:val="006A25D4"/>
    <w:rsid w:val="00765963"/>
    <w:rsid w:val="00776CC7"/>
    <w:rsid w:val="00783625"/>
    <w:rsid w:val="00890B53"/>
    <w:rsid w:val="009C24B3"/>
    <w:rsid w:val="00A277C7"/>
    <w:rsid w:val="00AC3933"/>
    <w:rsid w:val="00B37A62"/>
    <w:rsid w:val="00BC72D8"/>
    <w:rsid w:val="00E97441"/>
    <w:rsid w:val="00F344A7"/>
    <w:rsid w:val="00F361A7"/>
    <w:rsid w:val="00FC7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625"/>
    <w:pPr>
      <w:spacing w:before="120"/>
    </w:pPr>
    <w:rPr>
      <w:rFonts w:ascii="Arial" w:hAnsi="Arial" w:cs="Arial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783625"/>
    <w:rPr>
      <w:rFonts w:ascii="Arial" w:hAnsi="Arial" w:cs="Arial"/>
      <w:color w:val="FF66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21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1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1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zlem.koz@sg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231</Words>
  <Characters>1317</Characters>
  <Application>Microsoft Office Outlook</Application>
  <DocSecurity>0</DocSecurity>
  <Lines>0</Lines>
  <Paragraphs>0</Paragraphs>
  <ScaleCrop>false</ScaleCrop>
  <Company>SGS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SGS GAZİANTEP SEMİNER TAKVİMİ</dc:title>
  <dc:subject/>
  <dc:creator>Ipek_Ozturk</dc:creator>
  <cp:keywords/>
  <dc:description/>
  <cp:lastModifiedBy>fundaa</cp:lastModifiedBy>
  <cp:revision>3</cp:revision>
  <dcterms:created xsi:type="dcterms:W3CDTF">2013-09-13T08:38:00Z</dcterms:created>
  <dcterms:modified xsi:type="dcterms:W3CDTF">2013-09-13T08:39:00Z</dcterms:modified>
</cp:coreProperties>
</file>